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6E2FC8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10</w:t>
      </w:r>
      <w:r w:rsidR="006204D1">
        <w:rPr>
          <w:rFonts w:ascii="Arial Narrow" w:hAnsi="Arial Narrow"/>
          <w:sz w:val="22"/>
          <w:lang w:val="de-DE"/>
        </w:rPr>
        <w:t>. Sitzung | S</w:t>
      </w:r>
      <w:r w:rsidR="006D786F">
        <w:rPr>
          <w:rFonts w:ascii="Arial Narrow" w:hAnsi="Arial Narrow"/>
          <w:sz w:val="22"/>
          <w:lang w:val="de-DE"/>
        </w:rPr>
        <w:t>o</w:t>
      </w:r>
      <w:r w:rsidR="006204D1">
        <w:rPr>
          <w:rFonts w:ascii="Arial Narrow" w:hAnsi="Arial Narrow"/>
          <w:sz w:val="22"/>
          <w:lang w:val="de-DE"/>
        </w:rPr>
        <w:t>S</w:t>
      </w:r>
      <w:r w:rsidR="006D786F">
        <w:rPr>
          <w:rFonts w:ascii="Arial Narrow" w:hAnsi="Arial Narrow"/>
          <w:sz w:val="22"/>
          <w:lang w:val="de-DE"/>
        </w:rPr>
        <w:t>o</w:t>
      </w:r>
      <w:r w:rsidR="006204D1">
        <w:rPr>
          <w:rFonts w:ascii="Arial Narrow" w:hAnsi="Arial Narrow"/>
          <w:sz w:val="22"/>
          <w:lang w:val="de-DE"/>
        </w:rPr>
        <w:t>15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609C1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DC53DA">
        <w:rPr>
          <w:rFonts w:ascii="Arial Narrow" w:hAnsi="Arial Narrow"/>
          <w:noProof/>
          <w:sz w:val="22"/>
          <w:lang w:val="de-DE"/>
        </w:rPr>
        <w:t>03.06.2015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6E2FC8" w:rsidRDefault="006E2FC8" w:rsidP="008C477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Rundertisch</w:t>
      </w:r>
      <w:proofErr w:type="spellEnd"/>
    </w:p>
    <w:p w:rsidR="007116B6" w:rsidRDefault="007116B6" w:rsidP="008C477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Science Slam</w:t>
      </w:r>
    </w:p>
    <w:p w:rsidR="007116B6" w:rsidRDefault="007116B6" w:rsidP="007116B6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Getränkebeschaffung</w:t>
      </w:r>
    </w:p>
    <w:p w:rsidR="007116B6" w:rsidRDefault="007116B6" w:rsidP="007116B6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Helfer</w:t>
      </w:r>
    </w:p>
    <w:p w:rsidR="006E2FC8" w:rsidRDefault="006E2FC8" w:rsidP="008C477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Bürostuhl (dritter PC)</w:t>
      </w:r>
    </w:p>
    <w:p w:rsidR="001E3445" w:rsidRDefault="001E3445" w:rsidP="008C477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Neue Aufsteller</w:t>
      </w:r>
    </w:p>
    <w:p w:rsidR="00CE513C" w:rsidRDefault="00CE513C" w:rsidP="008C477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Kochen und Zocken im AStA</w:t>
      </w:r>
      <w:r w:rsidR="00DC53DA">
        <w:rPr>
          <w:rFonts w:ascii="Arial Narrow" w:hAnsi="Arial Narrow"/>
          <w:sz w:val="22"/>
          <w:lang w:val="de-DE"/>
        </w:rPr>
        <w:t xml:space="preserve"> (auch Kühlschranknutzung)</w:t>
      </w:r>
      <w:bookmarkStart w:id="0" w:name="_GoBack"/>
      <w:bookmarkEnd w:id="0"/>
    </w:p>
    <w:p w:rsidR="00F903DD" w:rsidRDefault="00F903DD" w:rsidP="008C477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Sauberkeit &amp; Ordnung</w:t>
      </w:r>
    </w:p>
    <w:p w:rsidR="00DC53DA" w:rsidRDefault="00DC53DA" w:rsidP="008C477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HSB</w:t>
      </w:r>
    </w:p>
    <w:p w:rsidR="00DC53DA" w:rsidRDefault="00DC53DA" w:rsidP="008C477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Kühlschränke</w:t>
      </w:r>
    </w:p>
    <w:p w:rsidR="001E3445" w:rsidRPr="001E3445" w:rsidRDefault="003A7E3B" w:rsidP="001E34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1E3445" w:rsidRPr="001E3445" w:rsidSect="007F04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6204D1">
      <w:rPr>
        <w:rFonts w:ascii="Arial Narrow" w:hAnsi="Arial Narrow"/>
        <w:sz w:val="20"/>
        <w:lang w:val="de-DE"/>
      </w:rPr>
      <w:t>S</w:t>
    </w:r>
    <w:r w:rsidR="009764D9">
      <w:rPr>
        <w:rFonts w:ascii="Arial Narrow" w:hAnsi="Arial Narrow"/>
        <w:sz w:val="20"/>
        <w:lang w:val="de-DE"/>
      </w:rPr>
      <w:t>o</w:t>
    </w:r>
    <w:r w:rsidR="006204D1">
      <w:rPr>
        <w:rFonts w:ascii="Arial Narrow" w:hAnsi="Arial Narrow"/>
        <w:sz w:val="20"/>
        <w:lang w:val="de-DE"/>
      </w:rPr>
      <w:t>S</w:t>
    </w:r>
    <w:r w:rsidR="009764D9">
      <w:rPr>
        <w:rFonts w:ascii="Arial Narrow" w:hAnsi="Arial Narrow"/>
        <w:sz w:val="20"/>
        <w:lang w:val="de-DE"/>
      </w:rPr>
      <w:t>e</w:t>
    </w:r>
    <w:r w:rsidR="006204D1">
      <w:rPr>
        <w:rFonts w:ascii="Arial Narrow" w:hAnsi="Arial Narrow"/>
        <w:sz w:val="20"/>
        <w:lang w:val="de-DE"/>
      </w:rPr>
      <w:t>15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DC53DA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B350298"/>
    <w:multiLevelType w:val="hybridMultilevel"/>
    <w:tmpl w:val="5E8CAD4E"/>
    <w:lvl w:ilvl="0" w:tplc="A1CC9A1A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5769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1781"/>
    <w:rsid w:val="00010829"/>
    <w:rsid w:val="00017963"/>
    <w:rsid w:val="0002372E"/>
    <w:rsid w:val="000243CF"/>
    <w:rsid w:val="0003734E"/>
    <w:rsid w:val="000459F9"/>
    <w:rsid w:val="00052A2E"/>
    <w:rsid w:val="00063E3E"/>
    <w:rsid w:val="00066BC0"/>
    <w:rsid w:val="000755CE"/>
    <w:rsid w:val="00094624"/>
    <w:rsid w:val="000973A0"/>
    <w:rsid w:val="000A4FD2"/>
    <w:rsid w:val="000B2E2D"/>
    <w:rsid w:val="000C1EB8"/>
    <w:rsid w:val="000C2A6E"/>
    <w:rsid w:val="000D74D9"/>
    <w:rsid w:val="00101AEF"/>
    <w:rsid w:val="00102F33"/>
    <w:rsid w:val="00103636"/>
    <w:rsid w:val="0011608E"/>
    <w:rsid w:val="001173D6"/>
    <w:rsid w:val="0012684C"/>
    <w:rsid w:val="001364FA"/>
    <w:rsid w:val="0014473D"/>
    <w:rsid w:val="00144E86"/>
    <w:rsid w:val="00145644"/>
    <w:rsid w:val="0019761B"/>
    <w:rsid w:val="001C7E80"/>
    <w:rsid w:val="001D3317"/>
    <w:rsid w:val="001D47FD"/>
    <w:rsid w:val="001E3445"/>
    <w:rsid w:val="001E4141"/>
    <w:rsid w:val="001F5D4C"/>
    <w:rsid w:val="00200D09"/>
    <w:rsid w:val="00203683"/>
    <w:rsid w:val="00211E26"/>
    <w:rsid w:val="00217A7C"/>
    <w:rsid w:val="00273332"/>
    <w:rsid w:val="00274830"/>
    <w:rsid w:val="00280AD9"/>
    <w:rsid w:val="0028733C"/>
    <w:rsid w:val="002A108C"/>
    <w:rsid w:val="002A158B"/>
    <w:rsid w:val="002A571F"/>
    <w:rsid w:val="002B1A01"/>
    <w:rsid w:val="002D090B"/>
    <w:rsid w:val="002E7327"/>
    <w:rsid w:val="002F2BD0"/>
    <w:rsid w:val="002F2E54"/>
    <w:rsid w:val="00310FD9"/>
    <w:rsid w:val="0031113D"/>
    <w:rsid w:val="00312F4D"/>
    <w:rsid w:val="0031477C"/>
    <w:rsid w:val="003339C0"/>
    <w:rsid w:val="00333D17"/>
    <w:rsid w:val="0034237A"/>
    <w:rsid w:val="00347611"/>
    <w:rsid w:val="0036697F"/>
    <w:rsid w:val="003733CC"/>
    <w:rsid w:val="003775B0"/>
    <w:rsid w:val="00380CCC"/>
    <w:rsid w:val="00381C67"/>
    <w:rsid w:val="00396AA7"/>
    <w:rsid w:val="003A7E3B"/>
    <w:rsid w:val="003B669B"/>
    <w:rsid w:val="004108F1"/>
    <w:rsid w:val="00424215"/>
    <w:rsid w:val="00425EF5"/>
    <w:rsid w:val="004359A0"/>
    <w:rsid w:val="00441B0C"/>
    <w:rsid w:val="00487AF4"/>
    <w:rsid w:val="00490B21"/>
    <w:rsid w:val="00490CDB"/>
    <w:rsid w:val="004D1F62"/>
    <w:rsid w:val="00501683"/>
    <w:rsid w:val="00501BD9"/>
    <w:rsid w:val="00503A8C"/>
    <w:rsid w:val="00532D30"/>
    <w:rsid w:val="00543129"/>
    <w:rsid w:val="005442B8"/>
    <w:rsid w:val="00552E34"/>
    <w:rsid w:val="005619ED"/>
    <w:rsid w:val="00565545"/>
    <w:rsid w:val="00577F83"/>
    <w:rsid w:val="005B1C22"/>
    <w:rsid w:val="005B52A2"/>
    <w:rsid w:val="005F45A2"/>
    <w:rsid w:val="00602994"/>
    <w:rsid w:val="00606F9B"/>
    <w:rsid w:val="00610EEC"/>
    <w:rsid w:val="006204D1"/>
    <w:rsid w:val="00672DC6"/>
    <w:rsid w:val="00685893"/>
    <w:rsid w:val="00686ECB"/>
    <w:rsid w:val="006A01E2"/>
    <w:rsid w:val="006A0CE7"/>
    <w:rsid w:val="006A2577"/>
    <w:rsid w:val="006A6E9D"/>
    <w:rsid w:val="006C4D68"/>
    <w:rsid w:val="006D0A34"/>
    <w:rsid w:val="006D786F"/>
    <w:rsid w:val="006E2FC8"/>
    <w:rsid w:val="006F419F"/>
    <w:rsid w:val="006F55D7"/>
    <w:rsid w:val="007116B6"/>
    <w:rsid w:val="007159E6"/>
    <w:rsid w:val="007173E9"/>
    <w:rsid w:val="00733F99"/>
    <w:rsid w:val="007364E7"/>
    <w:rsid w:val="00742C7E"/>
    <w:rsid w:val="00761B22"/>
    <w:rsid w:val="0076384A"/>
    <w:rsid w:val="00766556"/>
    <w:rsid w:val="00784186"/>
    <w:rsid w:val="007956EF"/>
    <w:rsid w:val="007B1EB9"/>
    <w:rsid w:val="007C767B"/>
    <w:rsid w:val="007D46E4"/>
    <w:rsid w:val="007D7C7C"/>
    <w:rsid w:val="007E031D"/>
    <w:rsid w:val="007E2248"/>
    <w:rsid w:val="007F047A"/>
    <w:rsid w:val="00802C4B"/>
    <w:rsid w:val="00802C61"/>
    <w:rsid w:val="00804127"/>
    <w:rsid w:val="008046FF"/>
    <w:rsid w:val="008052CE"/>
    <w:rsid w:val="00813522"/>
    <w:rsid w:val="00815DF3"/>
    <w:rsid w:val="0081784D"/>
    <w:rsid w:val="00843F45"/>
    <w:rsid w:val="008457B3"/>
    <w:rsid w:val="0086150A"/>
    <w:rsid w:val="008743D8"/>
    <w:rsid w:val="008767BF"/>
    <w:rsid w:val="008864DE"/>
    <w:rsid w:val="008C250E"/>
    <w:rsid w:val="008C477B"/>
    <w:rsid w:val="008D0EC7"/>
    <w:rsid w:val="008D16EC"/>
    <w:rsid w:val="008D2BDB"/>
    <w:rsid w:val="008F7364"/>
    <w:rsid w:val="00927544"/>
    <w:rsid w:val="009301A0"/>
    <w:rsid w:val="00937828"/>
    <w:rsid w:val="00960306"/>
    <w:rsid w:val="00967DD8"/>
    <w:rsid w:val="009757B0"/>
    <w:rsid w:val="009764D9"/>
    <w:rsid w:val="009866E5"/>
    <w:rsid w:val="009906B7"/>
    <w:rsid w:val="009B0D2B"/>
    <w:rsid w:val="009B7B2F"/>
    <w:rsid w:val="009C2A35"/>
    <w:rsid w:val="009D3E73"/>
    <w:rsid w:val="009E6CE4"/>
    <w:rsid w:val="00A05515"/>
    <w:rsid w:val="00A448D9"/>
    <w:rsid w:val="00A44D35"/>
    <w:rsid w:val="00A47324"/>
    <w:rsid w:val="00A87E62"/>
    <w:rsid w:val="00A94BC2"/>
    <w:rsid w:val="00AD70BC"/>
    <w:rsid w:val="00AE757F"/>
    <w:rsid w:val="00AF264D"/>
    <w:rsid w:val="00B03346"/>
    <w:rsid w:val="00B04116"/>
    <w:rsid w:val="00B04368"/>
    <w:rsid w:val="00B136A5"/>
    <w:rsid w:val="00B16463"/>
    <w:rsid w:val="00B21886"/>
    <w:rsid w:val="00B23B5E"/>
    <w:rsid w:val="00B25462"/>
    <w:rsid w:val="00B262CA"/>
    <w:rsid w:val="00B27F1E"/>
    <w:rsid w:val="00B31937"/>
    <w:rsid w:val="00B456F2"/>
    <w:rsid w:val="00B51224"/>
    <w:rsid w:val="00B81E42"/>
    <w:rsid w:val="00B83D82"/>
    <w:rsid w:val="00B86965"/>
    <w:rsid w:val="00BA10A5"/>
    <w:rsid w:val="00BA497A"/>
    <w:rsid w:val="00BD4E8B"/>
    <w:rsid w:val="00BE1515"/>
    <w:rsid w:val="00BE3D6D"/>
    <w:rsid w:val="00BE7FEC"/>
    <w:rsid w:val="00C00055"/>
    <w:rsid w:val="00C1435E"/>
    <w:rsid w:val="00C22F83"/>
    <w:rsid w:val="00C34467"/>
    <w:rsid w:val="00C46942"/>
    <w:rsid w:val="00C60DAE"/>
    <w:rsid w:val="00C63840"/>
    <w:rsid w:val="00C772CC"/>
    <w:rsid w:val="00C82C9C"/>
    <w:rsid w:val="00C9531D"/>
    <w:rsid w:val="00CA423D"/>
    <w:rsid w:val="00CA5DF7"/>
    <w:rsid w:val="00CB371A"/>
    <w:rsid w:val="00CB5BD5"/>
    <w:rsid w:val="00CC3422"/>
    <w:rsid w:val="00CD7327"/>
    <w:rsid w:val="00CD74B4"/>
    <w:rsid w:val="00CE1F64"/>
    <w:rsid w:val="00CE513C"/>
    <w:rsid w:val="00CF0EE6"/>
    <w:rsid w:val="00D0241F"/>
    <w:rsid w:val="00D23BBC"/>
    <w:rsid w:val="00D24AA6"/>
    <w:rsid w:val="00D4751D"/>
    <w:rsid w:val="00D523B8"/>
    <w:rsid w:val="00D52E25"/>
    <w:rsid w:val="00D55BFE"/>
    <w:rsid w:val="00D56D60"/>
    <w:rsid w:val="00D62D7D"/>
    <w:rsid w:val="00D803B9"/>
    <w:rsid w:val="00D94C60"/>
    <w:rsid w:val="00DC53DA"/>
    <w:rsid w:val="00DD1790"/>
    <w:rsid w:val="00DD6348"/>
    <w:rsid w:val="00DE1F6C"/>
    <w:rsid w:val="00E1673A"/>
    <w:rsid w:val="00E206F4"/>
    <w:rsid w:val="00E36789"/>
    <w:rsid w:val="00E44604"/>
    <w:rsid w:val="00E52891"/>
    <w:rsid w:val="00E5513A"/>
    <w:rsid w:val="00E609C1"/>
    <w:rsid w:val="00E66A27"/>
    <w:rsid w:val="00E715F5"/>
    <w:rsid w:val="00E81768"/>
    <w:rsid w:val="00E82DB8"/>
    <w:rsid w:val="00E90352"/>
    <w:rsid w:val="00E97E93"/>
    <w:rsid w:val="00EA30A5"/>
    <w:rsid w:val="00EB31F2"/>
    <w:rsid w:val="00EC61B7"/>
    <w:rsid w:val="00F15EEB"/>
    <w:rsid w:val="00F51884"/>
    <w:rsid w:val="00F55E54"/>
    <w:rsid w:val="00F81CCA"/>
    <w:rsid w:val="00F834DE"/>
    <w:rsid w:val="00F85BF5"/>
    <w:rsid w:val="00F903DD"/>
    <w:rsid w:val="00FA7365"/>
    <w:rsid w:val="00FB4507"/>
    <w:rsid w:val="00FD2F2E"/>
    <w:rsid w:val="00FF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7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8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55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Erik Meiß</cp:lastModifiedBy>
  <cp:revision>53</cp:revision>
  <cp:lastPrinted>2015-06-03T10:55:00Z</cp:lastPrinted>
  <dcterms:created xsi:type="dcterms:W3CDTF">2015-04-15T19:32:00Z</dcterms:created>
  <dcterms:modified xsi:type="dcterms:W3CDTF">2015-06-03T10:55:00Z</dcterms:modified>
</cp:coreProperties>
</file>